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5CB97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070" w:rsidRPr="00972F49">
        <w:rPr>
          <w:rFonts w:ascii="Corbel" w:hAnsi="Corbel"/>
          <w:i/>
          <w:smallCaps/>
          <w:sz w:val="24"/>
          <w:szCs w:val="24"/>
        </w:rPr>
        <w:t>202</w:t>
      </w:r>
      <w:r w:rsidR="00972F49" w:rsidRPr="00972F49">
        <w:rPr>
          <w:rFonts w:ascii="Corbel" w:hAnsi="Corbel"/>
          <w:i/>
          <w:smallCaps/>
          <w:sz w:val="24"/>
          <w:szCs w:val="24"/>
        </w:rPr>
        <w:t>2</w:t>
      </w:r>
      <w:r w:rsidR="009B6070" w:rsidRPr="00972F49">
        <w:rPr>
          <w:rFonts w:ascii="Corbel" w:hAnsi="Corbel"/>
          <w:i/>
          <w:smallCaps/>
          <w:sz w:val="24"/>
          <w:szCs w:val="24"/>
        </w:rPr>
        <w:t>-202</w:t>
      </w:r>
      <w:r w:rsidR="00972F49" w:rsidRPr="00972F49">
        <w:rPr>
          <w:rFonts w:ascii="Corbel" w:hAnsi="Corbel"/>
          <w:i/>
          <w:smallCaps/>
          <w:sz w:val="24"/>
          <w:szCs w:val="24"/>
        </w:rPr>
        <w:t>5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7819FEC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6070">
        <w:rPr>
          <w:rFonts w:ascii="Corbel" w:hAnsi="Corbel"/>
          <w:sz w:val="20"/>
          <w:szCs w:val="20"/>
        </w:rPr>
        <w:t>202</w:t>
      </w:r>
      <w:r w:rsidR="00972F49">
        <w:rPr>
          <w:rFonts w:ascii="Corbel" w:hAnsi="Corbel"/>
          <w:sz w:val="20"/>
          <w:szCs w:val="20"/>
        </w:rPr>
        <w:t>2</w:t>
      </w:r>
      <w:r w:rsidR="009B6070">
        <w:rPr>
          <w:rFonts w:ascii="Corbel" w:hAnsi="Corbel"/>
          <w:sz w:val="20"/>
          <w:szCs w:val="20"/>
        </w:rPr>
        <w:t>/202</w:t>
      </w:r>
      <w:r w:rsidR="00972F49">
        <w:rPr>
          <w:rFonts w:ascii="Corbel" w:hAnsi="Corbel"/>
          <w:sz w:val="20"/>
          <w:szCs w:val="20"/>
        </w:rPr>
        <w:t>3</w:t>
      </w:r>
      <w:r w:rsidR="002111A3">
        <w:rPr>
          <w:rFonts w:ascii="Corbel" w:hAnsi="Corbel"/>
          <w:sz w:val="20"/>
          <w:szCs w:val="20"/>
        </w:rPr>
        <w:t xml:space="preserve">, </w:t>
      </w:r>
      <w:r w:rsidR="009B6070">
        <w:rPr>
          <w:rFonts w:ascii="Corbel" w:hAnsi="Corbel"/>
          <w:sz w:val="20"/>
          <w:szCs w:val="20"/>
        </w:rPr>
        <w:t>202</w:t>
      </w:r>
      <w:r w:rsidR="00972F49">
        <w:rPr>
          <w:rFonts w:ascii="Corbel" w:hAnsi="Corbel"/>
          <w:sz w:val="20"/>
          <w:szCs w:val="20"/>
        </w:rPr>
        <w:t>3</w:t>
      </w:r>
      <w:r w:rsidR="009B6070">
        <w:rPr>
          <w:rFonts w:ascii="Corbel" w:hAnsi="Corbel"/>
          <w:sz w:val="20"/>
          <w:szCs w:val="20"/>
        </w:rPr>
        <w:t>/202</w:t>
      </w:r>
      <w:r w:rsidR="00972F49">
        <w:rPr>
          <w:rFonts w:ascii="Corbel" w:hAnsi="Corbel"/>
          <w:sz w:val="20"/>
          <w:szCs w:val="20"/>
        </w:rPr>
        <w:t>4</w:t>
      </w:r>
      <w:r w:rsidR="00523A79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690B724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 xml:space="preserve">elementami 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>terminologi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A3AB7F0" w:rsidR="0085747A" w:rsidRPr="009C54AE" w:rsidRDefault="00972F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DE03784" w:rsidR="0085747A" w:rsidRPr="009C54AE" w:rsidRDefault="00E066F7" w:rsidP="00E12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58085CE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72F4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8217FE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63CB284F" w:rsidR="0045566A" w:rsidRPr="009C54AE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504609A2" w:rsidR="0045566A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0B1FEAE" w:rsidR="0045566A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2A9AF25D" w:rsidR="0045566A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5585B243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5D45A2ED" w:rsidR="00217224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38855FB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D11BAC1" w14:textId="55382C4A" w:rsidR="00DD18F7" w:rsidRPr="00DD18F7" w:rsidRDefault="00667A7F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Zinterpretuje</w:t>
            </w:r>
            <w:r w:rsidR="00DD18F7"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6983E111" w:rsidR="00B17AFA" w:rsidRPr="00B17AFA" w:rsidRDefault="00704BDE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zachowań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0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0E75F00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64F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3CAC50C1" w:rsidR="00C61DC5" w:rsidRPr="009C54AE" w:rsidRDefault="00E126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44E23691" w:rsidR="00C61DC5" w:rsidRPr="009C54AE" w:rsidRDefault="005E01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(po dwie</w:t>
            </w:r>
            <w:r>
              <w:rPr>
                <w:rFonts w:ascii="Corbel" w:hAnsi="Corbel"/>
                <w:sz w:val="24"/>
                <w:szCs w:val="24"/>
              </w:rPr>
              <w:t xml:space="preserve"> i pół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53049795" w14:textId="69AF1DA9" w:rsidR="00400095" w:rsidRPr="009C54AE" w:rsidRDefault="00400095" w:rsidP="00400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7238213E" w14:textId="77777777" w:rsidR="00400095" w:rsidRDefault="00400095" w:rsidP="00400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E6039DD" w14:textId="77777777" w:rsidR="00400095" w:rsidRDefault="00400095" w:rsidP="00400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pracy projektowej </w:t>
            </w:r>
          </w:p>
          <w:p w14:paraId="312E29C1" w14:textId="7C98B450" w:rsidR="00400095" w:rsidRDefault="00400095" w:rsidP="00400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sprawdzianów pisemnych</w:t>
            </w:r>
          </w:p>
          <w:p w14:paraId="2D8A6640" w14:textId="4C86847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955BBCF" w14:textId="77777777" w:rsidR="00E1264F" w:rsidRDefault="00E1264F" w:rsidP="00E12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9EE2F6" w14:textId="77777777" w:rsidR="00E1264F" w:rsidRDefault="00E1264F" w:rsidP="00E12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4AE998" w14:textId="12BC7E4A" w:rsidR="00E1264F" w:rsidRDefault="00E1264F" w:rsidP="00E12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01B8">
              <w:rPr>
                <w:rFonts w:ascii="Corbel" w:hAnsi="Corbel"/>
                <w:sz w:val="24"/>
                <w:szCs w:val="24"/>
              </w:rPr>
              <w:t>08</w:t>
            </w:r>
          </w:p>
          <w:p w14:paraId="1CF061B5" w14:textId="77777777" w:rsidR="00E1264F" w:rsidRDefault="00E1264F" w:rsidP="00E12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  <w:p w14:paraId="318171D4" w14:textId="4CE12F66" w:rsidR="00C61DC5" w:rsidRPr="009C54AE" w:rsidRDefault="00E1264F" w:rsidP="00E12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2BFBFB4" w:rsidR="0085747A" w:rsidRPr="009C54AE" w:rsidRDefault="00972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68E37498" w:rsidR="0085747A" w:rsidRPr="009C54AE" w:rsidRDefault="00972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5EE98C50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Trebesius-Bensch U., </w:t>
            </w:r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 kompakt neu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LektorKlett-Edukacja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6809E6D6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09D66C8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Schluter S., </w:t>
            </w:r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 im Beruf,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Hueber Verlag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7B0DD697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3C15B57D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LektorKlett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Deutsche Welle</w:t>
            </w:r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27E05893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 – Magazin der Bundeszentrale für politische Bildung in Berlin</w:t>
            </w:r>
            <w:r w:rsidR="00E27A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DEEA122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ducarium, Bydgoszcz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D9C0" w14:textId="77777777" w:rsidR="001C39F7" w:rsidRDefault="001C39F7" w:rsidP="00C16ABF">
      <w:pPr>
        <w:spacing w:after="0" w:line="240" w:lineRule="auto"/>
      </w:pPr>
      <w:r>
        <w:separator/>
      </w:r>
    </w:p>
  </w:endnote>
  <w:endnote w:type="continuationSeparator" w:id="0">
    <w:p w14:paraId="4E185951" w14:textId="77777777" w:rsidR="001C39F7" w:rsidRDefault="001C39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3E3B" w14:textId="77777777" w:rsidR="001C39F7" w:rsidRDefault="001C39F7" w:rsidP="00C16ABF">
      <w:pPr>
        <w:spacing w:after="0" w:line="240" w:lineRule="auto"/>
      </w:pPr>
      <w:r>
        <w:separator/>
      </w:r>
    </w:p>
  </w:footnote>
  <w:footnote w:type="continuationSeparator" w:id="0">
    <w:p w14:paraId="6EFBD738" w14:textId="77777777" w:rsidR="001C39F7" w:rsidRDefault="001C39F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28461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F37"/>
    <w:rsid w:val="001A6BA8"/>
    <w:rsid w:val="001A70D2"/>
    <w:rsid w:val="001C39F7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A72E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24146"/>
    <w:rsid w:val="00325E7A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00095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5575"/>
    <w:rsid w:val="00517C63"/>
    <w:rsid w:val="00523A79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E01B8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5563B"/>
    <w:rsid w:val="006620D9"/>
    <w:rsid w:val="00667A7F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6F3676"/>
    <w:rsid w:val="00704BDE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2B69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343C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B5EC5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2F49"/>
    <w:rsid w:val="0097311A"/>
    <w:rsid w:val="0098063C"/>
    <w:rsid w:val="0099450E"/>
    <w:rsid w:val="00997F14"/>
    <w:rsid w:val="009A78D9"/>
    <w:rsid w:val="009B607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87FB3"/>
    <w:rsid w:val="00A97DE1"/>
    <w:rsid w:val="00AB053C"/>
    <w:rsid w:val="00AD1146"/>
    <w:rsid w:val="00AD27D3"/>
    <w:rsid w:val="00AD2F3F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3FEF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E09C0"/>
    <w:rsid w:val="00DE4A14"/>
    <w:rsid w:val="00DF320D"/>
    <w:rsid w:val="00DF71C8"/>
    <w:rsid w:val="00E066F7"/>
    <w:rsid w:val="00E07425"/>
    <w:rsid w:val="00E1264F"/>
    <w:rsid w:val="00E129B8"/>
    <w:rsid w:val="00E12C3E"/>
    <w:rsid w:val="00E1417B"/>
    <w:rsid w:val="00E2190A"/>
    <w:rsid w:val="00E21E7D"/>
    <w:rsid w:val="00E22FBC"/>
    <w:rsid w:val="00E24BF5"/>
    <w:rsid w:val="00E25338"/>
    <w:rsid w:val="00E27A2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1CCC1B71-1CBD-42E8-9058-471436B9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5DF5-5CD7-469B-A251-A518D10B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8</Pages>
  <Words>1907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14</cp:revision>
  <cp:lastPrinted>2019-02-06T12:12:00Z</cp:lastPrinted>
  <dcterms:created xsi:type="dcterms:W3CDTF">2019-11-20T16:35:00Z</dcterms:created>
  <dcterms:modified xsi:type="dcterms:W3CDTF">2022-05-30T15:29:00Z</dcterms:modified>
</cp:coreProperties>
</file>